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NOWY Zał. 6 Wzór umowy powierzenia przetwarzania danych -.docx</dmsv2BaseFileName>
    <dmsv2BaseDisplayName xmlns="http://schemas.microsoft.com/sharepoint/v3">NOWY Zał. 6 Wzór umowy powierzenia przetwarzania danych -</dmsv2BaseDisplayName>
    <dmsv2SWPP2ObjectNumber xmlns="http://schemas.microsoft.com/sharepoint/v3" xsi:nil="true"/>
    <dmsv2SWPP2SumMD5 xmlns="http://schemas.microsoft.com/sharepoint/v3">813cf0daf79b5a89e91cbfc51c8a0073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699603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23782086</dmsv2BaseClientSystemDocumentID>
    <dmsv2BaseModifiedByID xmlns="http://schemas.microsoft.com/sharepoint/v3">11704639</dmsv2BaseModifiedByID>
    <dmsv2BaseCreatedByID xmlns="http://schemas.microsoft.com/sharepoint/v3">11704639</dmsv2BaseCreatedByID>
    <dmsv2SWPP2ObjectDepartment xmlns="http://schemas.microsoft.com/sharepoint/v3">00000001000700020000000000020002</dmsv2SWPP2ObjectDepartment>
    <dmsv2SWPP2ObjectName xmlns="http://schemas.microsoft.com/sharepoint/v3">Wniosek</dmsv2SWPP2ObjectName>
    <_dlc_DocId xmlns="a19cb1c7-c5c7-46d4-85ae-d83685407bba">DPFVW34YURAE-1996658973-10894</_dlc_DocId>
    <_dlc_DocIdUrl xmlns="a19cb1c7-c5c7-46d4-85ae-d83685407bba">
      <Url>https://swpp2.dms.gkpge.pl/sites/40/_layouts/15/DocIdRedir.aspx?ID=DPFVW34YURAE-1996658973-10894</Url>
      <Description>DPFVW34YURAE-1996658973-10894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F6AE8403-13B2-46A5-A106-AA8E3F4AFBFF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44F993A8-23B4-44E9-9AF8-673463B2A25C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_dlc_DocIdItemGuid">
    <vt:lpwstr>d2336362-d6e3-436a-b9cb-f5dfe23fafd9</vt:lpwstr>
  </property>
</Properties>
</file>